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C5D99" w14:textId="77777777" w:rsidR="003D1FC7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  <w:bookmarkStart w:id="0" w:name="_Hlk24970533"/>
      <w:r>
        <w:rPr>
          <w:rFonts w:ascii="Segoe UI Semilight" w:hAnsi="Segoe UI Semilight" w:cs="Segoe UI Semilight"/>
          <w:sz w:val="22"/>
          <w:szCs w:val="22"/>
        </w:rPr>
        <w:t>December 2021</w:t>
      </w:r>
    </w:p>
    <w:p w14:paraId="1FDF93CC" w14:textId="77777777" w:rsidR="003D1FC7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</w:p>
    <w:p w14:paraId="5F35AB16" w14:textId="77777777" w:rsidR="003D1FC7" w:rsidRDefault="003D1FC7" w:rsidP="003D1FC7">
      <w:pPr>
        <w:rPr>
          <w:rFonts w:ascii="Segoe UI Semilight" w:hAnsi="Segoe UI Semilight" w:cs="Segoe UI Semilight"/>
          <w:i/>
          <w:sz w:val="22"/>
          <w:szCs w:val="22"/>
        </w:rPr>
      </w:pPr>
    </w:p>
    <w:p w14:paraId="28F14AC1" w14:textId="77777777" w:rsidR="003D1FC7" w:rsidRDefault="003D1FC7" w:rsidP="003D1FC7">
      <w:pPr>
        <w:rPr>
          <w:rFonts w:ascii="Segoe UI Semilight" w:hAnsi="Segoe UI Semilight" w:cs="Segoe UI Semilight"/>
          <w:i/>
          <w:sz w:val="22"/>
          <w:szCs w:val="22"/>
        </w:rPr>
      </w:pPr>
    </w:p>
    <w:p w14:paraId="4BCD86D5" w14:textId="77777777" w:rsidR="003D1FC7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</w:p>
    <w:p w14:paraId="26BA867A" w14:textId="77777777" w:rsidR="003D1FC7" w:rsidRDefault="003D1FC7" w:rsidP="003D1FC7">
      <w:pPr>
        <w:rPr>
          <w:rFonts w:ascii="Segoe UI Semilight" w:hAnsi="Segoe UI Semilight" w:cs="Segoe UI Semilight"/>
          <w:b/>
          <w:sz w:val="22"/>
          <w:szCs w:val="22"/>
          <w:u w:val="single"/>
        </w:rPr>
      </w:pPr>
    </w:p>
    <w:p w14:paraId="5CC5BBC7" w14:textId="77777777" w:rsidR="003D1FC7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>Dear Applicant</w:t>
      </w:r>
    </w:p>
    <w:p w14:paraId="28C1A9BF" w14:textId="77777777" w:rsidR="003D1FC7" w:rsidRPr="00E67930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</w:p>
    <w:p w14:paraId="2899BFCE" w14:textId="77777777" w:rsidR="003D1FC7" w:rsidRPr="00E67930" w:rsidRDefault="003D1FC7" w:rsidP="003D1FC7">
      <w:pPr>
        <w:rPr>
          <w:rFonts w:ascii="Segoe UI Semilight" w:hAnsi="Segoe UI Semilight" w:cs="Segoe UI Semilight"/>
          <w:b/>
          <w:sz w:val="22"/>
          <w:szCs w:val="22"/>
          <w:u w:val="single"/>
        </w:rPr>
      </w:pPr>
      <w:r w:rsidRPr="00E67930">
        <w:rPr>
          <w:rFonts w:ascii="Segoe UI Semilight" w:hAnsi="Segoe UI Semilight" w:cs="Segoe UI Semilight"/>
          <w:b/>
          <w:sz w:val="22"/>
          <w:szCs w:val="22"/>
          <w:u w:val="single"/>
        </w:rPr>
        <w:t xml:space="preserve">Application for Sessional Mentors </w:t>
      </w:r>
      <w:r>
        <w:rPr>
          <w:rFonts w:ascii="Segoe UI Semilight" w:hAnsi="Segoe UI Semilight" w:cs="Segoe UI Semilight"/>
          <w:b/>
          <w:sz w:val="22"/>
          <w:szCs w:val="22"/>
          <w:u w:val="single"/>
        </w:rPr>
        <w:t xml:space="preserve"> -  STIRLING &amp; FORTH VALLEY</w:t>
      </w:r>
    </w:p>
    <w:p w14:paraId="2D601D40" w14:textId="77777777" w:rsidR="003D1FC7" w:rsidRPr="00E67930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</w:p>
    <w:p w14:paraId="5B4EEACD" w14:textId="77777777" w:rsidR="003D1FC7" w:rsidRPr="00E67930" w:rsidRDefault="003D1FC7" w:rsidP="003D1FC7">
      <w:pPr>
        <w:jc w:val="both"/>
        <w:rPr>
          <w:rFonts w:ascii="Segoe UI Semilight" w:hAnsi="Segoe UI Semilight" w:cs="Segoe UI Semilight"/>
          <w:sz w:val="22"/>
          <w:szCs w:val="22"/>
        </w:rPr>
      </w:pPr>
      <w:r w:rsidRPr="00E67930">
        <w:rPr>
          <w:rFonts w:ascii="Segoe UI Semilight" w:hAnsi="Segoe UI Semilight" w:cs="Segoe UI Semilight"/>
          <w:sz w:val="22"/>
          <w:szCs w:val="22"/>
        </w:rPr>
        <w:t>Thank for your recent enquiry about the above vacancies with Includem.  I am pleased to enclose an information pack which contains the following:</w:t>
      </w:r>
    </w:p>
    <w:p w14:paraId="7D92B068" w14:textId="77777777" w:rsidR="003D1FC7" w:rsidRPr="00E67930" w:rsidRDefault="003D1FC7" w:rsidP="003D1FC7">
      <w:pPr>
        <w:jc w:val="both"/>
        <w:rPr>
          <w:rFonts w:ascii="Segoe UI Semilight" w:hAnsi="Segoe UI Semilight" w:cs="Segoe UI Semilight"/>
          <w:sz w:val="22"/>
          <w:szCs w:val="22"/>
        </w:rPr>
      </w:pPr>
    </w:p>
    <w:p w14:paraId="7F86823C" w14:textId="77777777" w:rsidR="003D1FC7" w:rsidRPr="00E67930" w:rsidRDefault="003D1FC7" w:rsidP="003D1FC7">
      <w:pPr>
        <w:numPr>
          <w:ilvl w:val="0"/>
          <w:numId w:val="1"/>
        </w:numPr>
        <w:ind w:left="340" w:hanging="340"/>
        <w:jc w:val="both"/>
        <w:rPr>
          <w:rFonts w:ascii="Segoe UI Semilight" w:hAnsi="Segoe UI Semilight" w:cs="Segoe UI Semilight"/>
          <w:sz w:val="22"/>
          <w:szCs w:val="22"/>
        </w:rPr>
      </w:pPr>
      <w:r w:rsidRPr="00E67930">
        <w:rPr>
          <w:rFonts w:ascii="Segoe UI Semilight" w:hAnsi="Segoe UI Semilight" w:cs="Segoe UI Semilight"/>
          <w:sz w:val="22"/>
          <w:szCs w:val="22"/>
        </w:rPr>
        <w:t xml:space="preserve">Job Description and Person Specification </w:t>
      </w:r>
    </w:p>
    <w:p w14:paraId="663F2CC2" w14:textId="77777777" w:rsidR="003D1FC7" w:rsidRPr="00E67930" w:rsidRDefault="003D1FC7" w:rsidP="003D1FC7">
      <w:pPr>
        <w:numPr>
          <w:ilvl w:val="0"/>
          <w:numId w:val="1"/>
        </w:numPr>
        <w:ind w:left="340" w:hanging="340"/>
        <w:jc w:val="both"/>
        <w:rPr>
          <w:rFonts w:ascii="Segoe UI Semilight" w:hAnsi="Segoe UI Semilight" w:cs="Segoe UI Semilight"/>
          <w:sz w:val="22"/>
          <w:szCs w:val="22"/>
        </w:rPr>
      </w:pPr>
      <w:r w:rsidRPr="00E67930">
        <w:rPr>
          <w:rFonts w:ascii="Segoe UI Semilight" w:hAnsi="Segoe UI Semilight" w:cs="Segoe UI Semilight"/>
          <w:sz w:val="22"/>
          <w:szCs w:val="22"/>
        </w:rPr>
        <w:t>Application Form</w:t>
      </w:r>
    </w:p>
    <w:p w14:paraId="20A4FD26" w14:textId="77777777" w:rsidR="003D1FC7" w:rsidRPr="00E67930" w:rsidRDefault="003D1FC7" w:rsidP="003D1FC7">
      <w:pPr>
        <w:numPr>
          <w:ilvl w:val="0"/>
          <w:numId w:val="1"/>
        </w:numPr>
        <w:ind w:left="340" w:hanging="340"/>
        <w:jc w:val="both"/>
        <w:rPr>
          <w:rFonts w:ascii="Segoe UI Semilight" w:hAnsi="Segoe UI Semilight" w:cs="Segoe UI Semilight"/>
          <w:sz w:val="22"/>
          <w:szCs w:val="22"/>
        </w:rPr>
      </w:pPr>
      <w:r w:rsidRPr="00E67930">
        <w:rPr>
          <w:rFonts w:ascii="Segoe UI Semilight" w:hAnsi="Segoe UI Semilight" w:cs="Segoe UI Semilight"/>
          <w:sz w:val="22"/>
          <w:szCs w:val="22"/>
        </w:rPr>
        <w:t>Equal Opportunities Monitoring Form</w:t>
      </w:r>
    </w:p>
    <w:p w14:paraId="60B8BF13" w14:textId="77777777" w:rsidR="003D1FC7" w:rsidRPr="00E67930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</w:p>
    <w:p w14:paraId="2A8725A1" w14:textId="77777777" w:rsidR="003D1FC7" w:rsidRDefault="003D1FC7" w:rsidP="003D1FC7">
      <w:pPr>
        <w:jc w:val="both"/>
        <w:rPr>
          <w:rFonts w:ascii="Segoe UI Light" w:hAnsi="Segoe UI Light" w:cs="Segoe UI Light"/>
          <w:sz w:val="22"/>
          <w:szCs w:val="22"/>
        </w:rPr>
      </w:pPr>
      <w:r w:rsidRPr="00E67930">
        <w:rPr>
          <w:rFonts w:ascii="Segoe UI Light" w:hAnsi="Segoe UI Light" w:cs="Segoe UI Light"/>
          <w:sz w:val="22"/>
          <w:szCs w:val="22"/>
        </w:rPr>
        <w:t>Application</w:t>
      </w:r>
      <w:r>
        <w:rPr>
          <w:rFonts w:ascii="Segoe UI Light" w:hAnsi="Segoe UI Light" w:cs="Segoe UI Light"/>
          <w:sz w:val="22"/>
          <w:szCs w:val="22"/>
        </w:rPr>
        <w:t xml:space="preserve"> information</w:t>
      </w:r>
      <w:r w:rsidRPr="00E67930">
        <w:rPr>
          <w:rFonts w:ascii="Segoe UI Light" w:hAnsi="Segoe UI Light" w:cs="Segoe UI Light"/>
          <w:sz w:val="22"/>
          <w:szCs w:val="22"/>
        </w:rPr>
        <w:t xml:space="preserve"> can be accessed directly online via the Includem website </w:t>
      </w:r>
      <w:bookmarkStart w:id="1" w:name="_Hlk90473260"/>
      <w:r>
        <w:fldChar w:fldCharType="begin"/>
      </w:r>
      <w:r>
        <w:instrText xml:space="preserve"> HYPERLINK "https://includem.org/work-with-us/" </w:instrText>
      </w:r>
      <w:r>
        <w:fldChar w:fldCharType="separate"/>
      </w:r>
      <w:r w:rsidRPr="00985A38">
        <w:rPr>
          <w:rStyle w:val="Hyperlink"/>
          <w:rFonts w:ascii="Segoe UI Light" w:hAnsi="Segoe UI Light" w:cs="Segoe UI Light"/>
          <w:sz w:val="22"/>
          <w:szCs w:val="22"/>
        </w:rPr>
        <w:t>https://includem.org/work-with-us/</w:t>
      </w:r>
      <w:r>
        <w:rPr>
          <w:rStyle w:val="Hyperlink"/>
          <w:rFonts w:ascii="Segoe UI Light" w:hAnsi="Segoe UI Light" w:cs="Segoe UI Light"/>
          <w:sz w:val="22"/>
          <w:szCs w:val="22"/>
        </w:rPr>
        <w:fldChar w:fldCharType="end"/>
      </w:r>
      <w:bookmarkEnd w:id="1"/>
      <w:r>
        <w:rPr>
          <w:rStyle w:val="Hyperlink"/>
          <w:rFonts w:ascii="Segoe UI Light" w:hAnsi="Segoe UI Light" w:cs="Segoe UI Light"/>
          <w:sz w:val="22"/>
          <w:szCs w:val="22"/>
        </w:rPr>
        <w:t xml:space="preserve"> </w:t>
      </w:r>
      <w:r w:rsidRPr="00E67930">
        <w:rPr>
          <w:rFonts w:ascii="Segoe UI Light" w:hAnsi="Segoe UI Light" w:cs="Segoe UI Light"/>
          <w:sz w:val="22"/>
          <w:szCs w:val="22"/>
        </w:rPr>
        <w:t xml:space="preserve">and </w:t>
      </w:r>
      <w:r>
        <w:rPr>
          <w:rFonts w:ascii="Segoe UI Light" w:hAnsi="Segoe UI Light" w:cs="Segoe UI Light"/>
          <w:sz w:val="22"/>
          <w:szCs w:val="22"/>
        </w:rPr>
        <w:t xml:space="preserve">completed applications returned by us by </w:t>
      </w:r>
      <w:r w:rsidRPr="00E67930">
        <w:rPr>
          <w:rFonts w:ascii="Segoe UI Light" w:hAnsi="Segoe UI Light" w:cs="Segoe UI Light"/>
          <w:sz w:val="22"/>
          <w:szCs w:val="22"/>
        </w:rPr>
        <w:t xml:space="preserve">email at </w:t>
      </w:r>
      <w:hyperlink r:id="rId8" w:history="1">
        <w:r w:rsidRPr="00E67930">
          <w:rPr>
            <w:rFonts w:ascii="Segoe UI Light" w:hAnsi="Segoe UI Light" w:cs="Segoe UI Light"/>
            <w:color w:val="0000FF" w:themeColor="hyperlink"/>
            <w:sz w:val="22"/>
            <w:szCs w:val="22"/>
            <w:u w:val="single"/>
          </w:rPr>
          <w:t>hrassist@includem.co.uk</w:t>
        </w:r>
      </w:hyperlink>
      <w:r w:rsidRPr="00E67930">
        <w:rPr>
          <w:rFonts w:ascii="Segoe UI Light" w:hAnsi="Segoe UI Light" w:cs="Segoe UI Light"/>
          <w:sz w:val="22"/>
          <w:szCs w:val="22"/>
        </w:rPr>
        <w:t xml:space="preserve">  </w:t>
      </w:r>
    </w:p>
    <w:p w14:paraId="1DBB5048" w14:textId="77777777" w:rsidR="003D1FC7" w:rsidRDefault="003D1FC7" w:rsidP="003D1FC7">
      <w:pPr>
        <w:jc w:val="both"/>
        <w:rPr>
          <w:rFonts w:ascii="Segoe UI Light" w:hAnsi="Segoe UI Light" w:cs="Segoe UI Light"/>
          <w:sz w:val="22"/>
          <w:szCs w:val="22"/>
        </w:rPr>
      </w:pPr>
    </w:p>
    <w:p w14:paraId="360395E0" w14:textId="77777777" w:rsidR="003D1FC7" w:rsidRPr="00E67930" w:rsidRDefault="003D1FC7" w:rsidP="003D1FC7">
      <w:pPr>
        <w:jc w:val="both"/>
        <w:rPr>
          <w:rFonts w:ascii="Segoe UI Semilight" w:hAnsi="Segoe UI Semilight" w:cs="Segoe UI Semilight"/>
          <w:sz w:val="22"/>
          <w:szCs w:val="22"/>
        </w:rPr>
      </w:pPr>
      <w:r w:rsidRPr="00E67930">
        <w:rPr>
          <w:rFonts w:ascii="Segoe UI Light" w:hAnsi="Segoe UI Light" w:cs="Segoe UI Light"/>
          <w:sz w:val="22"/>
          <w:szCs w:val="22"/>
        </w:rPr>
        <w:t xml:space="preserve">Alternatively, you can submit </w:t>
      </w:r>
      <w:r>
        <w:rPr>
          <w:rFonts w:ascii="Segoe UI Light" w:hAnsi="Segoe UI Light" w:cs="Segoe UI Light"/>
          <w:sz w:val="22"/>
          <w:szCs w:val="22"/>
        </w:rPr>
        <w:t xml:space="preserve">a paper copy </w:t>
      </w:r>
      <w:r w:rsidRPr="00E67930">
        <w:rPr>
          <w:rFonts w:ascii="Segoe UI Light" w:hAnsi="Segoe UI Light" w:cs="Segoe UI Light"/>
          <w:sz w:val="22"/>
          <w:szCs w:val="22"/>
        </w:rPr>
        <w:t xml:space="preserve">by post to </w:t>
      </w:r>
      <w:r>
        <w:rPr>
          <w:rFonts w:ascii="Segoe UI Light" w:hAnsi="Segoe UI Light" w:cs="Segoe UI Light"/>
          <w:sz w:val="22"/>
          <w:szCs w:val="22"/>
        </w:rPr>
        <w:t>the address above.</w:t>
      </w:r>
      <w:r w:rsidRPr="00E67930">
        <w:rPr>
          <w:rFonts w:ascii="Segoe UI Semilight" w:hAnsi="Segoe UI Semilight" w:cs="Segoe UI Semilight"/>
          <w:sz w:val="22"/>
          <w:szCs w:val="22"/>
        </w:rPr>
        <w:t xml:space="preserve">  When completing the application form, we strongly recommend that you read through all the material and the accompanying guidelines before completing the form.  Unfortunately</w:t>
      </w:r>
      <w:r>
        <w:rPr>
          <w:rFonts w:ascii="Segoe UI Semilight" w:hAnsi="Segoe UI Semilight" w:cs="Segoe UI Semilight"/>
          <w:sz w:val="22"/>
          <w:szCs w:val="22"/>
        </w:rPr>
        <w:t>,</w:t>
      </w:r>
      <w:r w:rsidRPr="00E67930">
        <w:rPr>
          <w:rFonts w:ascii="Segoe UI Semilight" w:hAnsi="Segoe UI Semilight" w:cs="Segoe UI Semilight"/>
          <w:sz w:val="22"/>
          <w:szCs w:val="22"/>
        </w:rPr>
        <w:t xml:space="preserve"> we are unable to accept CVs.</w:t>
      </w:r>
    </w:p>
    <w:p w14:paraId="4299834C" w14:textId="77777777" w:rsidR="003D1FC7" w:rsidRPr="00E67930" w:rsidRDefault="003D1FC7" w:rsidP="003D1FC7">
      <w:pPr>
        <w:jc w:val="both"/>
        <w:rPr>
          <w:rFonts w:ascii="Segoe UI Semilight" w:hAnsi="Segoe UI Semilight" w:cs="Segoe UI Semilight"/>
          <w:b/>
          <w:sz w:val="22"/>
          <w:szCs w:val="22"/>
        </w:rPr>
      </w:pPr>
    </w:p>
    <w:p w14:paraId="164EDB0C" w14:textId="77777777" w:rsidR="003D1FC7" w:rsidRPr="00E67930" w:rsidRDefault="003D1FC7" w:rsidP="003D1FC7">
      <w:pPr>
        <w:jc w:val="both"/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 xml:space="preserve">The closing date for this vacancy is midnight on </w:t>
      </w:r>
      <w:r>
        <w:rPr>
          <w:rFonts w:ascii="Segoe UI Semilight" w:hAnsi="Segoe UI Semilight" w:cs="Segoe UI Semilight"/>
          <w:b/>
          <w:bCs/>
          <w:sz w:val="22"/>
          <w:szCs w:val="22"/>
        </w:rPr>
        <w:t>5</w:t>
      </w:r>
      <w:r w:rsidRPr="0000130E">
        <w:rPr>
          <w:rFonts w:ascii="Segoe UI Semilight" w:hAnsi="Segoe UI Semilight" w:cs="Segoe UI Semilight"/>
          <w:b/>
          <w:bCs/>
          <w:sz w:val="22"/>
          <w:szCs w:val="22"/>
          <w:vertAlign w:val="superscript"/>
        </w:rPr>
        <w:t>th</w:t>
      </w:r>
      <w:r>
        <w:rPr>
          <w:rFonts w:ascii="Segoe UI Semilight" w:hAnsi="Segoe UI Semilight" w:cs="Segoe UI Semilight"/>
          <w:b/>
          <w:bCs/>
          <w:sz w:val="22"/>
          <w:szCs w:val="22"/>
        </w:rPr>
        <w:t xml:space="preserve"> January 2022</w:t>
      </w:r>
      <w:r>
        <w:rPr>
          <w:rFonts w:ascii="Segoe UI Semilight" w:hAnsi="Segoe UI Semilight" w:cs="Segoe UI Semilight"/>
          <w:sz w:val="22"/>
          <w:szCs w:val="22"/>
        </w:rPr>
        <w:t xml:space="preserve">. </w:t>
      </w:r>
      <w:r w:rsidRPr="00E67930">
        <w:rPr>
          <w:rFonts w:ascii="Segoe UI Semilight" w:hAnsi="Segoe UI Semilight" w:cs="Segoe UI Semilight"/>
          <w:sz w:val="22"/>
          <w:szCs w:val="22"/>
        </w:rPr>
        <w:t xml:space="preserve">Applications will be shortlisted against set criteria and successful candidates will be informed in due course confirming whether they will be </w:t>
      </w:r>
      <w:r>
        <w:rPr>
          <w:rFonts w:ascii="Segoe UI Semilight" w:hAnsi="Segoe UI Semilight" w:cs="Segoe UI Semilight"/>
          <w:sz w:val="22"/>
          <w:szCs w:val="22"/>
        </w:rPr>
        <w:t>invited</w:t>
      </w:r>
      <w:r w:rsidRPr="00E67930">
        <w:rPr>
          <w:rFonts w:ascii="Segoe UI Semilight" w:hAnsi="Segoe UI Semilight" w:cs="Segoe UI Semilight"/>
          <w:sz w:val="22"/>
          <w:szCs w:val="22"/>
        </w:rPr>
        <w:t xml:space="preserve"> to attend </w:t>
      </w:r>
      <w:r>
        <w:rPr>
          <w:rFonts w:ascii="Segoe UI Semilight" w:hAnsi="Segoe UI Semilight" w:cs="Segoe UI Semilight"/>
          <w:sz w:val="22"/>
          <w:szCs w:val="22"/>
        </w:rPr>
        <w:t xml:space="preserve">our </w:t>
      </w:r>
      <w:r w:rsidRPr="00E67930">
        <w:rPr>
          <w:rFonts w:ascii="Segoe UI Semilight" w:hAnsi="Segoe UI Semilight" w:cs="Segoe UI Semilight"/>
          <w:sz w:val="22"/>
          <w:szCs w:val="22"/>
        </w:rPr>
        <w:t xml:space="preserve">recruitment assessment </w:t>
      </w:r>
      <w:r>
        <w:rPr>
          <w:rFonts w:ascii="Segoe UI Semilight" w:hAnsi="Segoe UI Semilight" w:cs="Segoe UI Semilight"/>
          <w:sz w:val="22"/>
          <w:szCs w:val="22"/>
        </w:rPr>
        <w:t>event which will take place during on 10</w:t>
      </w:r>
      <w:r w:rsidRPr="003955D1">
        <w:rPr>
          <w:rFonts w:ascii="Segoe UI Semilight" w:hAnsi="Segoe UI Semilight" w:cs="Segoe UI Semilight"/>
          <w:sz w:val="22"/>
          <w:szCs w:val="22"/>
          <w:vertAlign w:val="superscript"/>
        </w:rPr>
        <w:t>th</w:t>
      </w:r>
      <w:r>
        <w:rPr>
          <w:rFonts w:ascii="Segoe UI Semilight" w:hAnsi="Segoe UI Semilight" w:cs="Segoe UI Semilight"/>
          <w:sz w:val="22"/>
          <w:szCs w:val="22"/>
        </w:rPr>
        <w:t xml:space="preserve"> January 2022.</w:t>
      </w:r>
    </w:p>
    <w:p w14:paraId="6A360611" w14:textId="77777777" w:rsidR="003D1FC7" w:rsidRPr="00E67930" w:rsidRDefault="003D1FC7" w:rsidP="003D1FC7">
      <w:pPr>
        <w:jc w:val="both"/>
        <w:rPr>
          <w:rFonts w:ascii="Segoe UI Semilight" w:hAnsi="Segoe UI Semilight" w:cs="Segoe UI Semilight"/>
          <w:b/>
          <w:sz w:val="22"/>
          <w:szCs w:val="22"/>
        </w:rPr>
      </w:pPr>
    </w:p>
    <w:p w14:paraId="3593A88C" w14:textId="77777777" w:rsidR="003D1FC7" w:rsidRPr="00E67930" w:rsidRDefault="003D1FC7" w:rsidP="003D1FC7">
      <w:pPr>
        <w:jc w:val="both"/>
        <w:rPr>
          <w:rFonts w:ascii="Segoe UI Semilight" w:hAnsi="Segoe UI Semilight" w:cs="Segoe UI Semilight"/>
          <w:sz w:val="22"/>
          <w:szCs w:val="22"/>
        </w:rPr>
      </w:pPr>
      <w:r w:rsidRPr="00E67930">
        <w:rPr>
          <w:rFonts w:ascii="Segoe UI Semilight" w:hAnsi="Segoe UI Semilight" w:cs="Segoe UI Semilight"/>
          <w:sz w:val="22"/>
          <w:szCs w:val="22"/>
        </w:rPr>
        <w:t xml:space="preserve">Thank you for your interest in </w:t>
      </w:r>
      <w:r>
        <w:rPr>
          <w:rFonts w:ascii="Segoe UI Semilight" w:hAnsi="Segoe UI Semilight" w:cs="Segoe UI Semilight"/>
          <w:sz w:val="22"/>
          <w:szCs w:val="22"/>
        </w:rPr>
        <w:t>this</w:t>
      </w:r>
      <w:r w:rsidRPr="00E67930">
        <w:rPr>
          <w:rFonts w:ascii="Segoe UI Semilight" w:hAnsi="Segoe UI Semilight" w:cs="Segoe UI Semilight"/>
          <w:sz w:val="22"/>
          <w:szCs w:val="22"/>
        </w:rPr>
        <w:t xml:space="preserve"> position</w:t>
      </w:r>
      <w:r>
        <w:rPr>
          <w:rFonts w:ascii="Segoe UI Semilight" w:hAnsi="Segoe UI Semilight" w:cs="Segoe UI Semilight"/>
          <w:sz w:val="22"/>
          <w:szCs w:val="22"/>
        </w:rPr>
        <w:t xml:space="preserve"> and we look forward to hearing from you</w:t>
      </w:r>
      <w:r w:rsidRPr="00E67930">
        <w:rPr>
          <w:rFonts w:ascii="Segoe UI Semilight" w:hAnsi="Segoe UI Semilight" w:cs="Segoe UI Semilight"/>
          <w:sz w:val="22"/>
          <w:szCs w:val="22"/>
        </w:rPr>
        <w:t>.</w:t>
      </w:r>
    </w:p>
    <w:p w14:paraId="7CB5CBB0" w14:textId="77777777" w:rsidR="003D1FC7" w:rsidRPr="00E67930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</w:p>
    <w:p w14:paraId="65540E0E" w14:textId="77777777" w:rsidR="003D1FC7" w:rsidRPr="00E67930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  <w:r w:rsidRPr="00E67930">
        <w:rPr>
          <w:rFonts w:ascii="Segoe UI Semilight" w:hAnsi="Segoe UI Semilight" w:cs="Segoe UI Semilight"/>
          <w:sz w:val="22"/>
          <w:szCs w:val="22"/>
        </w:rPr>
        <w:t>Yours sincerely</w:t>
      </w:r>
      <w:r>
        <w:rPr>
          <w:rFonts w:ascii="Segoe UI Semilight" w:hAnsi="Segoe UI Semilight" w:cs="Segoe UI Semilight"/>
          <w:sz w:val="22"/>
          <w:szCs w:val="22"/>
        </w:rPr>
        <w:t>,</w:t>
      </w:r>
    </w:p>
    <w:p w14:paraId="64AC174F" w14:textId="77777777" w:rsidR="003D1FC7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</w:p>
    <w:p w14:paraId="390724F1" w14:textId="77777777" w:rsidR="003D1FC7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</w:p>
    <w:p w14:paraId="6220F2F6" w14:textId="77777777" w:rsidR="003D1FC7" w:rsidRDefault="003D1FC7" w:rsidP="003D1FC7">
      <w:pPr>
        <w:rPr>
          <w:rFonts w:ascii="Segoe UI Semilight" w:hAnsi="Segoe UI Semilight" w:cs="Segoe UI Semilight"/>
          <w:sz w:val="22"/>
          <w:szCs w:val="22"/>
        </w:rPr>
      </w:pPr>
    </w:p>
    <w:bookmarkEnd w:id="0"/>
    <w:p w14:paraId="2515B72A" w14:textId="77777777" w:rsidR="003D1FC7" w:rsidRPr="0000130E" w:rsidRDefault="003D1FC7" w:rsidP="003D1FC7">
      <w:pPr>
        <w:rPr>
          <w:rFonts w:ascii="Segoe UI Semilight" w:hAnsi="Segoe UI Semilight" w:cs="Segoe UI Semilight"/>
          <w:b/>
          <w:iCs/>
          <w:sz w:val="22"/>
          <w:szCs w:val="22"/>
        </w:rPr>
      </w:pPr>
      <w:r w:rsidRPr="0000130E">
        <w:rPr>
          <w:rFonts w:ascii="Segoe UI Semilight" w:hAnsi="Segoe UI Semilight" w:cs="Segoe UI Semilight"/>
          <w:b/>
          <w:iCs/>
          <w:sz w:val="22"/>
          <w:szCs w:val="22"/>
        </w:rPr>
        <w:t>Susannah Endeacott</w:t>
      </w:r>
    </w:p>
    <w:p w14:paraId="4D207A08" w14:textId="77777777" w:rsidR="003D1FC7" w:rsidRPr="0000130E" w:rsidRDefault="003D1FC7" w:rsidP="003D1FC7">
      <w:pPr>
        <w:rPr>
          <w:b/>
          <w:iCs/>
        </w:rPr>
      </w:pPr>
      <w:r w:rsidRPr="0000130E">
        <w:rPr>
          <w:rFonts w:ascii="Segoe UI Semilight" w:hAnsi="Segoe UI Semilight" w:cs="Segoe UI Semilight"/>
          <w:b/>
          <w:iCs/>
          <w:sz w:val="22"/>
          <w:szCs w:val="22"/>
        </w:rPr>
        <w:t>HR Administrator</w:t>
      </w:r>
    </w:p>
    <w:p w14:paraId="7721E764" w14:textId="66F4826C" w:rsidR="00C73A93" w:rsidRPr="003D1FC7" w:rsidRDefault="00C73A93" w:rsidP="003D1FC7"/>
    <w:sectPr w:rsidR="00C73A93" w:rsidRPr="003D1FC7" w:rsidSect="00F72B2D">
      <w:headerReference w:type="default" r:id="rId9"/>
      <w:footerReference w:type="default" r:id="rId10"/>
      <w:headerReference w:type="first" r:id="rId11"/>
      <w:pgSz w:w="11906" w:h="16838"/>
      <w:pgMar w:top="1440" w:right="1191" w:bottom="1440" w:left="1191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C8CD8" w14:textId="77777777" w:rsidR="00A06444" w:rsidRDefault="00A06444" w:rsidP="00911A85">
      <w:r>
        <w:separator/>
      </w:r>
    </w:p>
  </w:endnote>
  <w:endnote w:type="continuationSeparator" w:id="0">
    <w:p w14:paraId="36060B86" w14:textId="77777777" w:rsidR="00A06444" w:rsidRDefault="00A06444" w:rsidP="0091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erif Pro">
    <w:altName w:val="Cambria"/>
    <w:charset w:val="00"/>
    <w:family w:val="roman"/>
    <w:pitch w:val="variable"/>
    <w:sig w:usb0="20000287" w:usb1="02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2873" w14:textId="77777777" w:rsidR="0008696B" w:rsidRPr="00911A85" w:rsidRDefault="0008696B" w:rsidP="00911A85">
    <w:pPr>
      <w:pStyle w:val="Footer"/>
      <w:jc w:val="center"/>
      <w:rPr>
        <w:rFonts w:ascii="Segoe UI Light" w:hAnsi="Segoe UI Light" w:cs="Segoe UI Light"/>
        <w:color w:val="20358E"/>
        <w:sz w:val="18"/>
      </w:rPr>
    </w:pPr>
    <w:r w:rsidRPr="00911A85">
      <w:rPr>
        <w:rFonts w:ascii="Segoe UI Light" w:hAnsi="Segoe UI Light" w:cs="Segoe UI Light"/>
        <w:color w:val="20358E"/>
        <w:sz w:val="18"/>
      </w:rPr>
      <w:t xml:space="preserve">Page </w:t>
    </w:r>
    <w:r w:rsidRPr="00911A85">
      <w:rPr>
        <w:rFonts w:ascii="Segoe UI Light" w:hAnsi="Segoe UI Light" w:cs="Segoe UI Light"/>
        <w:color w:val="20358E"/>
        <w:sz w:val="18"/>
      </w:rPr>
      <w:fldChar w:fldCharType="begin"/>
    </w:r>
    <w:r w:rsidRPr="00911A85">
      <w:rPr>
        <w:rFonts w:ascii="Segoe UI Light" w:hAnsi="Segoe UI Light" w:cs="Segoe UI Light"/>
        <w:color w:val="20358E"/>
        <w:sz w:val="18"/>
      </w:rPr>
      <w:instrText xml:space="preserve"> PAGE  \* Arabic  \* MERGEFORMAT </w:instrText>
    </w:r>
    <w:r w:rsidRPr="00911A85">
      <w:rPr>
        <w:rFonts w:ascii="Segoe UI Light" w:hAnsi="Segoe UI Light" w:cs="Segoe UI Light"/>
        <w:color w:val="20358E"/>
        <w:sz w:val="18"/>
      </w:rPr>
      <w:fldChar w:fldCharType="separate"/>
    </w:r>
    <w:r>
      <w:rPr>
        <w:rFonts w:ascii="Segoe UI Light" w:hAnsi="Segoe UI Light" w:cs="Segoe UI Light"/>
        <w:noProof/>
        <w:color w:val="20358E"/>
        <w:sz w:val="18"/>
      </w:rPr>
      <w:t>2</w:t>
    </w:r>
    <w:r w:rsidRPr="00911A85">
      <w:rPr>
        <w:rFonts w:ascii="Segoe UI Light" w:hAnsi="Segoe UI Light" w:cs="Segoe UI Light"/>
        <w:color w:val="20358E"/>
        <w:sz w:val="18"/>
      </w:rPr>
      <w:fldChar w:fldCharType="end"/>
    </w:r>
    <w:r w:rsidRPr="00911A85">
      <w:rPr>
        <w:rFonts w:ascii="Segoe UI Light" w:hAnsi="Segoe UI Light" w:cs="Segoe UI Light"/>
        <w:color w:val="20358E"/>
        <w:sz w:val="18"/>
      </w:rPr>
      <w:t xml:space="preserve"> of </w:t>
    </w:r>
    <w:r w:rsidRPr="00911A85">
      <w:rPr>
        <w:rFonts w:ascii="Segoe UI Light" w:hAnsi="Segoe UI Light" w:cs="Segoe UI Light"/>
        <w:color w:val="20358E"/>
        <w:sz w:val="18"/>
      </w:rPr>
      <w:fldChar w:fldCharType="begin"/>
    </w:r>
    <w:r w:rsidRPr="00911A85">
      <w:rPr>
        <w:rFonts w:ascii="Segoe UI Light" w:hAnsi="Segoe UI Light" w:cs="Segoe UI Light"/>
        <w:color w:val="20358E"/>
        <w:sz w:val="18"/>
      </w:rPr>
      <w:instrText xml:space="preserve"> NUMPAGES  \* Arabic  \* MERGEFORMAT </w:instrText>
    </w:r>
    <w:r w:rsidRPr="00911A85">
      <w:rPr>
        <w:rFonts w:ascii="Segoe UI Light" w:hAnsi="Segoe UI Light" w:cs="Segoe UI Light"/>
        <w:color w:val="20358E"/>
        <w:sz w:val="18"/>
      </w:rPr>
      <w:fldChar w:fldCharType="separate"/>
    </w:r>
    <w:r w:rsidR="00A06444">
      <w:rPr>
        <w:rFonts w:ascii="Segoe UI Light" w:hAnsi="Segoe UI Light" w:cs="Segoe UI Light"/>
        <w:noProof/>
        <w:color w:val="20358E"/>
        <w:sz w:val="18"/>
      </w:rPr>
      <w:t>1</w:t>
    </w:r>
    <w:r w:rsidRPr="00911A85">
      <w:rPr>
        <w:rFonts w:ascii="Segoe UI Light" w:hAnsi="Segoe UI Light" w:cs="Segoe UI Light"/>
        <w:color w:val="20358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64BC" w14:textId="77777777" w:rsidR="00A06444" w:rsidRDefault="00A06444" w:rsidP="00911A85">
      <w:r>
        <w:separator/>
      </w:r>
    </w:p>
  </w:footnote>
  <w:footnote w:type="continuationSeparator" w:id="0">
    <w:p w14:paraId="69CD9E1E" w14:textId="77777777" w:rsidR="00A06444" w:rsidRDefault="00A06444" w:rsidP="00911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ECA5" w14:textId="77777777" w:rsidR="0008696B" w:rsidRDefault="0008696B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8BBF5A8" wp14:editId="1DCBFFB5">
          <wp:simplePos x="0" y="0"/>
          <wp:positionH relativeFrom="column">
            <wp:posOffset>5118100</wp:posOffset>
          </wp:positionH>
          <wp:positionV relativeFrom="paragraph">
            <wp:posOffset>-154305</wp:posOffset>
          </wp:positionV>
          <wp:extent cx="1387188" cy="400050"/>
          <wp:effectExtent l="0" t="0" r="381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188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353E" w14:textId="310F84F8" w:rsidR="0008696B" w:rsidRPr="00F72B2D" w:rsidRDefault="00944584">
    <w:pPr>
      <w:pStyle w:val="Header"/>
      <w:rPr>
        <w:sz w:val="36"/>
      </w:rPr>
    </w:pPr>
    <w:r>
      <w:rPr>
        <w:rFonts w:ascii="Source Serif Pro" w:hAnsi="Source Serif Pro"/>
        <w:noProof/>
      </w:rPr>
      <w:drawing>
        <wp:anchor distT="0" distB="0" distL="114300" distR="114300" simplePos="0" relativeHeight="251662336" behindDoc="0" locked="0" layoutInCell="1" allowOverlap="1" wp14:anchorId="32C1E945" wp14:editId="0F96DC16">
          <wp:simplePos x="0" y="0"/>
          <wp:positionH relativeFrom="margin">
            <wp:posOffset>5076825</wp:posOffset>
          </wp:positionH>
          <wp:positionV relativeFrom="margin">
            <wp:posOffset>-2075180</wp:posOffset>
          </wp:positionV>
          <wp:extent cx="1697990" cy="1697990"/>
          <wp:effectExtent l="0" t="0" r="0" b="0"/>
          <wp:wrapSquare wrapText="bothSides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7990" cy="169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CD82F6" w14:textId="726BEA7C" w:rsidR="0008696B" w:rsidRDefault="0008696B">
    <w:pPr>
      <w:pStyle w:val="Header"/>
    </w:pPr>
  </w:p>
  <w:p w14:paraId="2825DF60" w14:textId="77777777" w:rsidR="0008696B" w:rsidRDefault="0008696B">
    <w:pPr>
      <w:pStyle w:val="Header"/>
    </w:pPr>
  </w:p>
  <w:p w14:paraId="4FF72EB4" w14:textId="77777777" w:rsidR="0008696B" w:rsidRDefault="0008696B">
    <w:pPr>
      <w:pStyle w:val="Header"/>
    </w:pPr>
  </w:p>
  <w:p w14:paraId="58C79E82" w14:textId="77777777" w:rsidR="0008696B" w:rsidRDefault="0008696B">
    <w:pPr>
      <w:pStyle w:val="Header"/>
    </w:pPr>
  </w:p>
  <w:p w14:paraId="7D18C960" w14:textId="77777777" w:rsidR="0008696B" w:rsidRDefault="0008696B">
    <w:pPr>
      <w:pStyle w:val="Header"/>
    </w:pPr>
  </w:p>
  <w:p w14:paraId="3AF25426" w14:textId="77777777" w:rsidR="0008696B" w:rsidRDefault="0008696B">
    <w:pPr>
      <w:pStyle w:val="Header"/>
    </w:pPr>
  </w:p>
  <w:p w14:paraId="7D92FB69" w14:textId="77777777" w:rsidR="0008696B" w:rsidRDefault="0008696B">
    <w:pPr>
      <w:pStyle w:val="Header"/>
    </w:pPr>
  </w:p>
  <w:p w14:paraId="0AC3E189" w14:textId="77777777" w:rsidR="0008696B" w:rsidRDefault="00086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3792"/>
    <w:multiLevelType w:val="hybridMultilevel"/>
    <w:tmpl w:val="4564895A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444"/>
    <w:rsid w:val="00012B2D"/>
    <w:rsid w:val="0006714B"/>
    <w:rsid w:val="00082E82"/>
    <w:rsid w:val="0008696B"/>
    <w:rsid w:val="000A729F"/>
    <w:rsid w:val="000B1D54"/>
    <w:rsid w:val="000B3A66"/>
    <w:rsid w:val="000C5DA5"/>
    <w:rsid w:val="000D0494"/>
    <w:rsid w:val="000D186A"/>
    <w:rsid w:val="000E5925"/>
    <w:rsid w:val="001175E5"/>
    <w:rsid w:val="0012084C"/>
    <w:rsid w:val="00122A83"/>
    <w:rsid w:val="00131B4E"/>
    <w:rsid w:val="00133810"/>
    <w:rsid w:val="00140796"/>
    <w:rsid w:val="00143983"/>
    <w:rsid w:val="00144DF3"/>
    <w:rsid w:val="0015071B"/>
    <w:rsid w:val="0017510A"/>
    <w:rsid w:val="00192D0E"/>
    <w:rsid w:val="001947C7"/>
    <w:rsid w:val="0021475D"/>
    <w:rsid w:val="00222441"/>
    <w:rsid w:val="002330D2"/>
    <w:rsid w:val="00240DC4"/>
    <w:rsid w:val="002918D3"/>
    <w:rsid w:val="002926DB"/>
    <w:rsid w:val="002A5C2E"/>
    <w:rsid w:val="002B5128"/>
    <w:rsid w:val="002D137F"/>
    <w:rsid w:val="002E2BF4"/>
    <w:rsid w:val="00300D6B"/>
    <w:rsid w:val="00310E4F"/>
    <w:rsid w:val="00313FBB"/>
    <w:rsid w:val="003172D4"/>
    <w:rsid w:val="00335825"/>
    <w:rsid w:val="00335D76"/>
    <w:rsid w:val="00372AD0"/>
    <w:rsid w:val="0039526C"/>
    <w:rsid w:val="003D1FC7"/>
    <w:rsid w:val="003E75A6"/>
    <w:rsid w:val="003F6B89"/>
    <w:rsid w:val="00401306"/>
    <w:rsid w:val="00402C72"/>
    <w:rsid w:val="004312FA"/>
    <w:rsid w:val="00434B0E"/>
    <w:rsid w:val="00461905"/>
    <w:rsid w:val="0049460F"/>
    <w:rsid w:val="004C04C7"/>
    <w:rsid w:val="004C5C6D"/>
    <w:rsid w:val="004D246F"/>
    <w:rsid w:val="004D75EE"/>
    <w:rsid w:val="004E3677"/>
    <w:rsid w:val="00517A29"/>
    <w:rsid w:val="00521D2E"/>
    <w:rsid w:val="00556639"/>
    <w:rsid w:val="00571A0E"/>
    <w:rsid w:val="00573C65"/>
    <w:rsid w:val="005A0F16"/>
    <w:rsid w:val="005A462B"/>
    <w:rsid w:val="005A5769"/>
    <w:rsid w:val="005C1EAF"/>
    <w:rsid w:val="005C4942"/>
    <w:rsid w:val="005E3430"/>
    <w:rsid w:val="00616C4B"/>
    <w:rsid w:val="00627A84"/>
    <w:rsid w:val="0066461A"/>
    <w:rsid w:val="00686E8E"/>
    <w:rsid w:val="00692473"/>
    <w:rsid w:val="00696155"/>
    <w:rsid w:val="006E4610"/>
    <w:rsid w:val="00704BD3"/>
    <w:rsid w:val="00715B65"/>
    <w:rsid w:val="00724562"/>
    <w:rsid w:val="00735929"/>
    <w:rsid w:val="0078034E"/>
    <w:rsid w:val="00785CEE"/>
    <w:rsid w:val="007A714E"/>
    <w:rsid w:val="007A7DE6"/>
    <w:rsid w:val="007C6609"/>
    <w:rsid w:val="007D075A"/>
    <w:rsid w:val="007E4C38"/>
    <w:rsid w:val="007F2117"/>
    <w:rsid w:val="008267FB"/>
    <w:rsid w:val="00833964"/>
    <w:rsid w:val="0084655B"/>
    <w:rsid w:val="00853E5E"/>
    <w:rsid w:val="00861C98"/>
    <w:rsid w:val="008D3532"/>
    <w:rsid w:val="008F7A7B"/>
    <w:rsid w:val="00911A85"/>
    <w:rsid w:val="00931039"/>
    <w:rsid w:val="00944584"/>
    <w:rsid w:val="0095658B"/>
    <w:rsid w:val="00976838"/>
    <w:rsid w:val="00983355"/>
    <w:rsid w:val="009964E5"/>
    <w:rsid w:val="009B3258"/>
    <w:rsid w:val="009B6C31"/>
    <w:rsid w:val="00A06444"/>
    <w:rsid w:val="00A07A12"/>
    <w:rsid w:val="00A425E5"/>
    <w:rsid w:val="00A45511"/>
    <w:rsid w:val="00A81719"/>
    <w:rsid w:val="00AA3F9F"/>
    <w:rsid w:val="00AB270A"/>
    <w:rsid w:val="00AC1CEC"/>
    <w:rsid w:val="00AE2785"/>
    <w:rsid w:val="00B04EC3"/>
    <w:rsid w:val="00B22BF5"/>
    <w:rsid w:val="00B36251"/>
    <w:rsid w:val="00B6497E"/>
    <w:rsid w:val="00B82635"/>
    <w:rsid w:val="00BC7EEF"/>
    <w:rsid w:val="00BF5E63"/>
    <w:rsid w:val="00C553C2"/>
    <w:rsid w:val="00C566F6"/>
    <w:rsid w:val="00C73A93"/>
    <w:rsid w:val="00C80B22"/>
    <w:rsid w:val="00CA2E31"/>
    <w:rsid w:val="00CA7441"/>
    <w:rsid w:val="00D07FC3"/>
    <w:rsid w:val="00D2586E"/>
    <w:rsid w:val="00D31C39"/>
    <w:rsid w:val="00D33B31"/>
    <w:rsid w:val="00D46224"/>
    <w:rsid w:val="00D956DE"/>
    <w:rsid w:val="00D96E6E"/>
    <w:rsid w:val="00DB208E"/>
    <w:rsid w:val="00DE3BB3"/>
    <w:rsid w:val="00DE5703"/>
    <w:rsid w:val="00DF4AAA"/>
    <w:rsid w:val="00E008A5"/>
    <w:rsid w:val="00E247A0"/>
    <w:rsid w:val="00E403A9"/>
    <w:rsid w:val="00E415CF"/>
    <w:rsid w:val="00E425DA"/>
    <w:rsid w:val="00E62C6E"/>
    <w:rsid w:val="00E74736"/>
    <w:rsid w:val="00E87AAF"/>
    <w:rsid w:val="00EB206B"/>
    <w:rsid w:val="00EB450D"/>
    <w:rsid w:val="00EC60D6"/>
    <w:rsid w:val="00EE39A7"/>
    <w:rsid w:val="00EE6544"/>
    <w:rsid w:val="00F47D5E"/>
    <w:rsid w:val="00F57E84"/>
    <w:rsid w:val="00F72B2D"/>
    <w:rsid w:val="00F734EF"/>
    <w:rsid w:val="00F91B07"/>
    <w:rsid w:val="00FA1197"/>
    <w:rsid w:val="00FE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3E2A2C30"/>
  <w15:docId w15:val="{2521B5EE-A3FF-43FE-8AD9-D8F50C8B2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05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A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A85"/>
  </w:style>
  <w:style w:type="paragraph" w:styleId="Footer">
    <w:name w:val="footer"/>
    <w:basedOn w:val="Normal"/>
    <w:link w:val="FooterChar"/>
    <w:uiPriority w:val="99"/>
    <w:unhideWhenUsed/>
    <w:rsid w:val="00911A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A85"/>
  </w:style>
  <w:style w:type="paragraph" w:styleId="BalloonText">
    <w:name w:val="Balloon Text"/>
    <w:basedOn w:val="Normal"/>
    <w:link w:val="BalloonTextChar"/>
    <w:uiPriority w:val="99"/>
    <w:semiHidden/>
    <w:unhideWhenUsed/>
    <w:rsid w:val="00911A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A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190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F6B8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75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assist@includem.co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Templates\Includem%20Letter%20Template%20(for%20electronic%20verions%20of%20letters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BCAC-05E9-4301-8E76-38B3B3D7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Includem Letter Template (for electronic verions of letters)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Megan Rutherford</dc:creator>
  <cp:lastModifiedBy>Lucy Neilson</cp:lastModifiedBy>
  <cp:revision>4</cp:revision>
  <cp:lastPrinted>2021-10-18T14:54:00Z</cp:lastPrinted>
  <dcterms:created xsi:type="dcterms:W3CDTF">2021-12-15T17:17:00Z</dcterms:created>
  <dcterms:modified xsi:type="dcterms:W3CDTF">2021-12-15T22:12:00Z</dcterms:modified>
</cp:coreProperties>
</file>